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E4B09" w:rsidRPr="00212BB1" w:rsidRDefault="00CE4B09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CCR1NC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E4B09" w:rsidRPr="007E76D7" w:rsidRDefault="00CE4B09" w:rsidP="00CC0011">
            <w:pPr>
              <w:rPr>
                <w:rFonts w:asciiTheme="minorHAnsi" w:hAnsiTheme="minorHAnsi" w:cstheme="minorHAnsi"/>
                <w:lang w:val="en-US"/>
              </w:rPr>
            </w:pPr>
            <w:r w:rsidRPr="007E76D7">
              <w:rPr>
                <w:rFonts w:asciiTheme="minorHAnsi" w:hAnsiTheme="minorHAnsi" w:cstheme="minorHAnsi"/>
                <w:lang w:val="en-US"/>
              </w:rPr>
              <w:t xml:space="preserve">miscea CLASSIC </w:t>
            </w:r>
            <w:r w:rsidR="00ED42E0" w:rsidRPr="007E76D7">
              <w:rPr>
                <w:rFonts w:asciiTheme="minorHAnsi" w:hAnsiTheme="minorHAnsi" w:cstheme="minorHAnsi"/>
                <w:lang w:val="en-US"/>
              </w:rPr>
              <w:t xml:space="preserve">Pure </w:t>
            </w:r>
            <w:r w:rsidR="00C649D3" w:rsidRPr="007E76D7">
              <w:rPr>
                <w:rFonts w:asciiTheme="minorHAnsi" w:hAnsiTheme="minorHAnsi" w:cstheme="minorHAnsi"/>
                <w:lang w:val="en-US"/>
              </w:rPr>
              <w:t>W</w:t>
            </w:r>
            <w:r w:rsidR="00ED42E0" w:rsidRPr="007E76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E76D7">
              <w:rPr>
                <w:rFonts w:asciiTheme="minorHAnsi" w:hAnsiTheme="minorHAnsi" w:cstheme="minorHAnsi"/>
                <w:lang w:val="en-US"/>
              </w:rPr>
              <w:t>Standard</w:t>
            </w:r>
            <w:bookmarkStart w:id="0" w:name="_GoBack"/>
            <w:bookmarkEnd w:id="0"/>
            <w:r w:rsidRPr="007E76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7E76D7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591" w:type="dxa"/>
          </w:tcPr>
          <w:p w:rsidR="00CE4B09" w:rsidRPr="007E76D7" w:rsidRDefault="00CE4B09" w:rsidP="00CC001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E4B0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E4B09" w:rsidRPr="00986C54" w:rsidRDefault="00C649D3" w:rsidP="00D33F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E4B09" w:rsidRPr="00986C54" w:rsidRDefault="00ED42E0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E4B09" w:rsidRPr="00C649D3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</w:t>
            </w:r>
          </w:p>
        </w:tc>
      </w:tr>
      <w:tr w:rsidR="00CE4B09" w:rsidRPr="00C649D3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D2754D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7E76D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Pure </w:t>
            </w:r>
            <w:r w:rsidR="00C649D3">
              <w:rPr>
                <w:rFonts w:asciiTheme="minorHAnsi" w:hAnsiTheme="minorHAnsi" w:cstheme="minorHAnsi"/>
                <w:lang w:val="de-DE"/>
              </w:rPr>
              <w:t>W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E4B09" w:rsidRPr="007E76D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2B447D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E4B09" w:rsidRPr="00986C54" w:rsidRDefault="00CE4B09" w:rsidP="00D33F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24231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Default="00921DEB" w:rsidP="006F3CB6"/>
    <w:p w:rsidR="00143067" w:rsidRDefault="00143067" w:rsidP="00143067"/>
    <w:p w:rsidR="00143067" w:rsidRPr="00143067" w:rsidRDefault="00143067" w:rsidP="00143067">
      <w:pPr>
        <w:tabs>
          <w:tab w:val="left" w:pos="6885"/>
        </w:tabs>
      </w:pPr>
      <w:r>
        <w:tab/>
      </w:r>
    </w:p>
    <w:sectPr w:rsidR="00143067" w:rsidRPr="00143067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CC" w:rsidRDefault="000E40CC" w:rsidP="00187130">
      <w:pPr>
        <w:spacing w:line="240" w:lineRule="auto"/>
      </w:pPr>
      <w:r>
        <w:separator/>
      </w:r>
    </w:p>
  </w:endnote>
  <w:endnote w:type="continuationSeparator" w:id="0">
    <w:p w:rsidR="000E40CC" w:rsidRDefault="000E40C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33FC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14306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143067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CC" w:rsidRDefault="000E40CC" w:rsidP="00187130">
      <w:pPr>
        <w:spacing w:line="240" w:lineRule="auto"/>
      </w:pPr>
      <w:r>
        <w:separator/>
      </w:r>
    </w:p>
  </w:footnote>
  <w:footnote w:type="continuationSeparator" w:id="0">
    <w:p w:rsidR="000E40CC" w:rsidRDefault="000E40C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E40CC"/>
    <w:rsid w:val="000F397B"/>
    <w:rsid w:val="00143067"/>
    <w:rsid w:val="0016579A"/>
    <w:rsid w:val="00187130"/>
    <w:rsid w:val="002B447D"/>
    <w:rsid w:val="00520B84"/>
    <w:rsid w:val="006F3CB6"/>
    <w:rsid w:val="00777EAD"/>
    <w:rsid w:val="007E76D7"/>
    <w:rsid w:val="008A348D"/>
    <w:rsid w:val="008D6316"/>
    <w:rsid w:val="00921DEB"/>
    <w:rsid w:val="00967D7A"/>
    <w:rsid w:val="00B32D1F"/>
    <w:rsid w:val="00C649D3"/>
    <w:rsid w:val="00C72EF4"/>
    <w:rsid w:val="00CE4B09"/>
    <w:rsid w:val="00D33FC6"/>
    <w:rsid w:val="00D3408D"/>
    <w:rsid w:val="00ED42E0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34437510-8F5F-4364-BF2E-DBDD29C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10</cp:revision>
  <dcterms:created xsi:type="dcterms:W3CDTF">2015-05-21T07:05:00Z</dcterms:created>
  <dcterms:modified xsi:type="dcterms:W3CDTF">2020-01-27T14:48:00Z</dcterms:modified>
</cp:coreProperties>
</file>